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41444178" w14:textId="1CF79AC7" w:rsidR="00EF3BFB" w:rsidRPr="00791B9E" w:rsidRDefault="00A756D0" w:rsidP="00791B9E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6349DA1D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Specifikace</w:t>
            </w:r>
          </w:p>
        </w:tc>
        <w:tc>
          <w:tcPr>
            <w:tcW w:w="2267" w:type="dxa"/>
            <w:shd w:val="clear" w:color="auto" w:fill="D9D9D9"/>
          </w:tcPr>
          <w:p w14:paraId="3CA3E97C" w14:textId="5ED264FB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05C1BB8A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(v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E8C2220" w14:textId="77777777" w:rsidR="001F7D04" w:rsidRDefault="001F7D04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Diskové úložiště </w:t>
            </w:r>
          </w:p>
          <w:p w14:paraId="23AEE7F5" w14:textId="5850CB17" w:rsidR="00EF3BFB" w:rsidRPr="001F7D04" w:rsidRDefault="00167E06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67E06">
              <w:rPr>
                <w:rFonts w:asciiTheme="majorHAnsi" w:hAnsiTheme="majorHAnsi"/>
              </w:rPr>
              <w:t xml:space="preserve">(položka </w:t>
            </w:r>
            <w:r w:rsidR="00C14CFC">
              <w:rPr>
                <w:rFonts w:asciiTheme="majorHAnsi" w:hAnsiTheme="majorHAnsi"/>
              </w:rPr>
              <w:t>1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6A85D3AC" w:rsidR="00EF3BFB" w:rsidRPr="00167E06" w:rsidRDefault="001F7D0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A43547">
        <w:tc>
          <w:tcPr>
            <w:tcW w:w="2969" w:type="dxa"/>
          </w:tcPr>
          <w:p w14:paraId="0E5924A3" w14:textId="77777777" w:rsidR="001F7D04" w:rsidRDefault="001F7D04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Zálohovací server</w:t>
            </w:r>
          </w:p>
          <w:p w14:paraId="3BE5DF63" w14:textId="3F03C2E8" w:rsidR="00EF3BFB" w:rsidRPr="00EE2FE1" w:rsidRDefault="00167E06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67E06">
              <w:rPr>
                <w:rFonts w:asciiTheme="majorHAnsi" w:hAnsiTheme="majorHAnsi"/>
              </w:rPr>
              <w:t xml:space="preserve">(položka </w:t>
            </w:r>
            <w:r w:rsidR="00C14CFC">
              <w:rPr>
                <w:rFonts w:asciiTheme="majorHAnsi" w:hAnsiTheme="majorHAnsi"/>
              </w:rPr>
              <w:t>2</w:t>
            </w:r>
            <w:r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350498E6" w:rsidR="00EF3BFB" w:rsidRPr="00167E06" w:rsidRDefault="00605B4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43547">
        <w:tc>
          <w:tcPr>
            <w:tcW w:w="2969" w:type="dxa"/>
          </w:tcPr>
          <w:p w14:paraId="2200F7F8" w14:textId="6AA773F4" w:rsidR="004B3B11" w:rsidRPr="00125A6F" w:rsidRDefault="004B3B11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</w:t>
            </w:r>
            <w:r w:rsidR="001A4731">
              <w:rPr>
                <w:rFonts w:asciiTheme="majorHAnsi" w:hAnsiTheme="majorHAnsi"/>
              </w:rPr>
              <w:t>(</w:t>
            </w:r>
            <w:r w:rsidR="003D69D0">
              <w:rPr>
                <w:rFonts w:asciiTheme="majorHAnsi" w:hAnsiTheme="majorHAnsi"/>
              </w:rPr>
              <w:t xml:space="preserve">položka </w:t>
            </w:r>
            <w:r w:rsidR="001F7D04">
              <w:rPr>
                <w:rFonts w:asciiTheme="majorHAnsi" w:hAnsiTheme="majorHAnsi"/>
              </w:rPr>
              <w:t>3</w:t>
            </w:r>
            <w:r w:rsidR="003D69D0">
              <w:rPr>
                <w:rFonts w:asciiTheme="majorHAnsi" w:hAnsiTheme="majorHAnsi"/>
              </w:rPr>
              <w:t xml:space="preserve"> </w:t>
            </w:r>
            <w:r w:rsidR="005E1F0D" w:rsidRPr="005E1F0D">
              <w:rPr>
                <w:rFonts w:asciiTheme="majorHAnsi" w:hAnsiTheme="majorHAnsi"/>
              </w:rPr>
              <w:t>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6442804C" w:rsidR="004B3B11" w:rsidRPr="00FF65DD" w:rsidRDefault="00791B9E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</w:t>
            </w:r>
            <w:r w:rsidR="004B3B11">
              <w:rPr>
                <w:rFonts w:asciiTheme="majorHAnsi" w:hAnsiTheme="majorHAnsi"/>
                <w:b/>
              </w:rPr>
              <w:t xml:space="preserve">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1FBF0875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7AD7EC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01B791D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328DDB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890BC" w14:textId="77777777" w:rsidR="00882351" w:rsidRDefault="00882351" w:rsidP="00962258">
      <w:pPr>
        <w:spacing w:after="0" w:line="240" w:lineRule="auto"/>
      </w:pPr>
      <w:r>
        <w:separator/>
      </w:r>
    </w:p>
  </w:endnote>
  <w:endnote w:type="continuationSeparator" w:id="0">
    <w:p w14:paraId="764DEAD6" w14:textId="77777777" w:rsidR="00882351" w:rsidRDefault="008823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BF5B" w14:textId="77777777" w:rsidR="00882351" w:rsidRDefault="00882351" w:rsidP="00962258">
      <w:pPr>
        <w:spacing w:after="0" w:line="240" w:lineRule="auto"/>
      </w:pPr>
      <w:r>
        <w:separator/>
      </w:r>
    </w:p>
  </w:footnote>
  <w:footnote w:type="continuationSeparator" w:id="0">
    <w:p w14:paraId="664E9D09" w14:textId="77777777" w:rsidR="00882351" w:rsidRDefault="008823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3D194" w14:textId="79338A54" w:rsidR="003D6E33" w:rsidRDefault="003D6E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6655809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5D28190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91529081">
    <w:abstractNumId w:val="2"/>
  </w:num>
  <w:num w:numId="2" w16cid:durableId="1380208577">
    <w:abstractNumId w:val="1"/>
  </w:num>
  <w:num w:numId="3" w16cid:durableId="12106067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956178">
    <w:abstractNumId w:val="8"/>
  </w:num>
  <w:num w:numId="5" w16cid:durableId="1487284162">
    <w:abstractNumId w:val="3"/>
  </w:num>
  <w:num w:numId="6" w16cid:durableId="65302851">
    <w:abstractNumId w:val="4"/>
  </w:num>
  <w:num w:numId="7" w16cid:durableId="1277368407">
    <w:abstractNumId w:val="0"/>
  </w:num>
  <w:num w:numId="8" w16cid:durableId="132912767">
    <w:abstractNumId w:val="5"/>
  </w:num>
  <w:num w:numId="9" w16cid:durableId="12764054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2698396">
    <w:abstractNumId w:val="4"/>
  </w:num>
  <w:num w:numId="11" w16cid:durableId="1817182404">
    <w:abstractNumId w:val="1"/>
  </w:num>
  <w:num w:numId="12" w16cid:durableId="1103309345">
    <w:abstractNumId w:val="4"/>
  </w:num>
  <w:num w:numId="13" w16cid:durableId="84421516">
    <w:abstractNumId w:val="4"/>
  </w:num>
  <w:num w:numId="14" w16cid:durableId="1957788604">
    <w:abstractNumId w:val="4"/>
  </w:num>
  <w:num w:numId="15" w16cid:durableId="626621886">
    <w:abstractNumId w:val="4"/>
  </w:num>
  <w:num w:numId="16" w16cid:durableId="698044038">
    <w:abstractNumId w:val="9"/>
  </w:num>
  <w:num w:numId="17" w16cid:durableId="26493554">
    <w:abstractNumId w:val="2"/>
  </w:num>
  <w:num w:numId="18" w16cid:durableId="1699966577">
    <w:abstractNumId w:val="9"/>
  </w:num>
  <w:num w:numId="19" w16cid:durableId="371611241">
    <w:abstractNumId w:val="9"/>
  </w:num>
  <w:num w:numId="20" w16cid:durableId="97797196">
    <w:abstractNumId w:val="9"/>
  </w:num>
  <w:num w:numId="21" w16cid:durableId="1981760545">
    <w:abstractNumId w:val="9"/>
  </w:num>
  <w:num w:numId="22" w16cid:durableId="145438167">
    <w:abstractNumId w:val="4"/>
  </w:num>
  <w:num w:numId="23" w16cid:durableId="290478911">
    <w:abstractNumId w:val="1"/>
  </w:num>
  <w:num w:numId="24" w16cid:durableId="2130276787">
    <w:abstractNumId w:val="4"/>
  </w:num>
  <w:num w:numId="25" w16cid:durableId="68887906">
    <w:abstractNumId w:val="4"/>
  </w:num>
  <w:num w:numId="26" w16cid:durableId="910308751">
    <w:abstractNumId w:val="4"/>
  </w:num>
  <w:num w:numId="27" w16cid:durableId="240530563">
    <w:abstractNumId w:val="4"/>
  </w:num>
  <w:num w:numId="28" w16cid:durableId="533154089">
    <w:abstractNumId w:val="9"/>
  </w:num>
  <w:num w:numId="29" w16cid:durableId="1395161458">
    <w:abstractNumId w:val="2"/>
  </w:num>
  <w:num w:numId="30" w16cid:durableId="2024937856">
    <w:abstractNumId w:val="9"/>
  </w:num>
  <w:num w:numId="31" w16cid:durableId="1969776531">
    <w:abstractNumId w:val="9"/>
  </w:num>
  <w:num w:numId="32" w16cid:durableId="1111707707">
    <w:abstractNumId w:val="9"/>
  </w:num>
  <w:num w:numId="33" w16cid:durableId="492140952">
    <w:abstractNumId w:val="9"/>
  </w:num>
  <w:num w:numId="34" w16cid:durableId="10874320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079D2"/>
    <w:rsid w:val="00072C1E"/>
    <w:rsid w:val="00076217"/>
    <w:rsid w:val="000A3BD0"/>
    <w:rsid w:val="000A5132"/>
    <w:rsid w:val="000B7377"/>
    <w:rsid w:val="000E23A7"/>
    <w:rsid w:val="000E4423"/>
    <w:rsid w:val="0010693F"/>
    <w:rsid w:val="00114472"/>
    <w:rsid w:val="00122B10"/>
    <w:rsid w:val="00125A6F"/>
    <w:rsid w:val="00137C25"/>
    <w:rsid w:val="001433F3"/>
    <w:rsid w:val="001550BC"/>
    <w:rsid w:val="001605B9"/>
    <w:rsid w:val="00167E06"/>
    <w:rsid w:val="00170EC5"/>
    <w:rsid w:val="001747C1"/>
    <w:rsid w:val="00177503"/>
    <w:rsid w:val="00184743"/>
    <w:rsid w:val="001A02B4"/>
    <w:rsid w:val="001A4731"/>
    <w:rsid w:val="001C4FF7"/>
    <w:rsid w:val="001E496E"/>
    <w:rsid w:val="001F7D04"/>
    <w:rsid w:val="00207DF5"/>
    <w:rsid w:val="002162E5"/>
    <w:rsid w:val="00220A81"/>
    <w:rsid w:val="002214AC"/>
    <w:rsid w:val="002326D2"/>
    <w:rsid w:val="00280E07"/>
    <w:rsid w:val="00294529"/>
    <w:rsid w:val="002C31BF"/>
    <w:rsid w:val="002C3499"/>
    <w:rsid w:val="002D08B1"/>
    <w:rsid w:val="002D324C"/>
    <w:rsid w:val="002D5A4E"/>
    <w:rsid w:val="002E0CD7"/>
    <w:rsid w:val="002F3625"/>
    <w:rsid w:val="003254A6"/>
    <w:rsid w:val="00341DCF"/>
    <w:rsid w:val="00357BC6"/>
    <w:rsid w:val="00394E99"/>
    <w:rsid w:val="003956C6"/>
    <w:rsid w:val="003A4A4D"/>
    <w:rsid w:val="003A59D4"/>
    <w:rsid w:val="003B71C1"/>
    <w:rsid w:val="003C2B0F"/>
    <w:rsid w:val="003C473B"/>
    <w:rsid w:val="003D1756"/>
    <w:rsid w:val="003D69D0"/>
    <w:rsid w:val="003D6E33"/>
    <w:rsid w:val="003E694F"/>
    <w:rsid w:val="00403754"/>
    <w:rsid w:val="00407391"/>
    <w:rsid w:val="00411F2A"/>
    <w:rsid w:val="00421A01"/>
    <w:rsid w:val="00436802"/>
    <w:rsid w:val="00441430"/>
    <w:rsid w:val="0044160E"/>
    <w:rsid w:val="00450F07"/>
    <w:rsid w:val="0045338C"/>
    <w:rsid w:val="00453CD3"/>
    <w:rsid w:val="00460660"/>
    <w:rsid w:val="00465C78"/>
    <w:rsid w:val="00486107"/>
    <w:rsid w:val="00487B1C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E7298"/>
    <w:rsid w:val="004F169B"/>
    <w:rsid w:val="004F20BC"/>
    <w:rsid w:val="004F4B9B"/>
    <w:rsid w:val="004F69EA"/>
    <w:rsid w:val="00511AB9"/>
    <w:rsid w:val="00522B68"/>
    <w:rsid w:val="00523EA7"/>
    <w:rsid w:val="00553375"/>
    <w:rsid w:val="00557C28"/>
    <w:rsid w:val="00566B39"/>
    <w:rsid w:val="005736B7"/>
    <w:rsid w:val="00575E5A"/>
    <w:rsid w:val="005B4097"/>
    <w:rsid w:val="005E1F0D"/>
    <w:rsid w:val="005F1404"/>
    <w:rsid w:val="00605B48"/>
    <w:rsid w:val="006078CB"/>
    <w:rsid w:val="0061068E"/>
    <w:rsid w:val="006200BE"/>
    <w:rsid w:val="006261A4"/>
    <w:rsid w:val="006262F2"/>
    <w:rsid w:val="00631526"/>
    <w:rsid w:val="00656B8C"/>
    <w:rsid w:val="00660AD3"/>
    <w:rsid w:val="00677B7F"/>
    <w:rsid w:val="006850B5"/>
    <w:rsid w:val="00687F64"/>
    <w:rsid w:val="006A5570"/>
    <w:rsid w:val="006A689C"/>
    <w:rsid w:val="006B3D79"/>
    <w:rsid w:val="006D7AFE"/>
    <w:rsid w:val="006E0578"/>
    <w:rsid w:val="006E314D"/>
    <w:rsid w:val="006E446A"/>
    <w:rsid w:val="006F56C2"/>
    <w:rsid w:val="006F640B"/>
    <w:rsid w:val="00710723"/>
    <w:rsid w:val="00715329"/>
    <w:rsid w:val="00723ED1"/>
    <w:rsid w:val="00740BDE"/>
    <w:rsid w:val="00743525"/>
    <w:rsid w:val="00752E66"/>
    <w:rsid w:val="0076286B"/>
    <w:rsid w:val="00766846"/>
    <w:rsid w:val="00770A13"/>
    <w:rsid w:val="0077673A"/>
    <w:rsid w:val="007846E1"/>
    <w:rsid w:val="00791B9E"/>
    <w:rsid w:val="007A08C1"/>
    <w:rsid w:val="007B570C"/>
    <w:rsid w:val="007C589B"/>
    <w:rsid w:val="007C7FA6"/>
    <w:rsid w:val="007E4A6E"/>
    <w:rsid w:val="007F56A7"/>
    <w:rsid w:val="00807DD0"/>
    <w:rsid w:val="008116B0"/>
    <w:rsid w:val="008128E4"/>
    <w:rsid w:val="00824217"/>
    <w:rsid w:val="00844791"/>
    <w:rsid w:val="008659F3"/>
    <w:rsid w:val="00882351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B14A9"/>
    <w:rsid w:val="009B2E97"/>
    <w:rsid w:val="009B6642"/>
    <w:rsid w:val="009C7923"/>
    <w:rsid w:val="009E07F4"/>
    <w:rsid w:val="009E128B"/>
    <w:rsid w:val="009E2658"/>
    <w:rsid w:val="009F392E"/>
    <w:rsid w:val="009F5320"/>
    <w:rsid w:val="00A15170"/>
    <w:rsid w:val="00A43547"/>
    <w:rsid w:val="00A57B7F"/>
    <w:rsid w:val="00A60AAC"/>
    <w:rsid w:val="00A6177B"/>
    <w:rsid w:val="00A66136"/>
    <w:rsid w:val="00A679DA"/>
    <w:rsid w:val="00A756D0"/>
    <w:rsid w:val="00A85755"/>
    <w:rsid w:val="00AA4CBB"/>
    <w:rsid w:val="00AA5BF0"/>
    <w:rsid w:val="00AA65FA"/>
    <w:rsid w:val="00AA7351"/>
    <w:rsid w:val="00AB6A33"/>
    <w:rsid w:val="00AD056F"/>
    <w:rsid w:val="00AD079C"/>
    <w:rsid w:val="00AD6731"/>
    <w:rsid w:val="00AE22CB"/>
    <w:rsid w:val="00B02BC7"/>
    <w:rsid w:val="00B15D0D"/>
    <w:rsid w:val="00B27318"/>
    <w:rsid w:val="00B432FD"/>
    <w:rsid w:val="00B6342C"/>
    <w:rsid w:val="00B75EE1"/>
    <w:rsid w:val="00B77481"/>
    <w:rsid w:val="00B8518B"/>
    <w:rsid w:val="00BD7E91"/>
    <w:rsid w:val="00C02D0A"/>
    <w:rsid w:val="00C03A6E"/>
    <w:rsid w:val="00C060E9"/>
    <w:rsid w:val="00C14CFC"/>
    <w:rsid w:val="00C3634D"/>
    <w:rsid w:val="00C3693C"/>
    <w:rsid w:val="00C44F6A"/>
    <w:rsid w:val="00C47AE3"/>
    <w:rsid w:val="00C77857"/>
    <w:rsid w:val="00C93BB9"/>
    <w:rsid w:val="00CA146A"/>
    <w:rsid w:val="00CD1FC4"/>
    <w:rsid w:val="00D13ABF"/>
    <w:rsid w:val="00D21061"/>
    <w:rsid w:val="00D4108E"/>
    <w:rsid w:val="00D6163D"/>
    <w:rsid w:val="00D6493A"/>
    <w:rsid w:val="00D73D46"/>
    <w:rsid w:val="00D831A3"/>
    <w:rsid w:val="00D977EB"/>
    <w:rsid w:val="00DC4900"/>
    <w:rsid w:val="00DC75F3"/>
    <w:rsid w:val="00DD46F3"/>
    <w:rsid w:val="00DD7411"/>
    <w:rsid w:val="00DE2192"/>
    <w:rsid w:val="00DE56F2"/>
    <w:rsid w:val="00DF116D"/>
    <w:rsid w:val="00DF3543"/>
    <w:rsid w:val="00E36C4A"/>
    <w:rsid w:val="00E421E1"/>
    <w:rsid w:val="00E564E8"/>
    <w:rsid w:val="00E87734"/>
    <w:rsid w:val="00EA2BAA"/>
    <w:rsid w:val="00EB0CB9"/>
    <w:rsid w:val="00EB104F"/>
    <w:rsid w:val="00ED14BD"/>
    <w:rsid w:val="00EE2FE1"/>
    <w:rsid w:val="00EF3BFB"/>
    <w:rsid w:val="00EF4FBE"/>
    <w:rsid w:val="00F00382"/>
    <w:rsid w:val="00F0244C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2E34"/>
    <w:rsid w:val="00F659EB"/>
    <w:rsid w:val="00F86BA6"/>
    <w:rsid w:val="00FB2543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93CF8F-151C-4609-830B-F11F70FEE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19</cp:revision>
  <cp:lastPrinted>2017-11-28T17:18:00Z</cp:lastPrinted>
  <dcterms:created xsi:type="dcterms:W3CDTF">2024-11-26T09:03:00Z</dcterms:created>
  <dcterms:modified xsi:type="dcterms:W3CDTF">2025-09-16T08:30:00Z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